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97BC0" w14:paraId="7B7CEE4B" w14:textId="77777777" w:rsidTr="00146EEC">
        <w:tc>
          <w:tcPr>
            <w:tcW w:w="2689" w:type="dxa"/>
          </w:tcPr>
          <w:p w14:paraId="54162829" w14:textId="7FAEBA78" w:rsidR="00F97BC0" w:rsidRPr="00F97BC0" w:rsidRDefault="00F97BC0" w:rsidP="00F97BC0">
            <w:pPr>
              <w:pStyle w:val="SIText"/>
            </w:pPr>
            <w:r w:rsidRPr="00F97BC0">
              <w:t>Release 1</w:t>
            </w:r>
          </w:p>
        </w:tc>
        <w:tc>
          <w:tcPr>
            <w:tcW w:w="6939" w:type="dxa"/>
          </w:tcPr>
          <w:p w14:paraId="710F8562" w14:textId="4DB1C3E9" w:rsidR="00F97BC0" w:rsidRPr="00F97BC0" w:rsidRDefault="00F97BC0" w:rsidP="00F97BC0">
            <w:pPr>
              <w:pStyle w:val="SIText"/>
            </w:pPr>
            <w:r w:rsidRPr="00F97BC0">
              <w:t xml:space="preserve">This version released with AMP Australian Meat Processing Training Package Version </w:t>
            </w:r>
            <w:r w:rsidR="004E7DA9">
              <w:t>8</w:t>
            </w:r>
            <w:r w:rsidRPr="00F97BC0">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7FA8C1B6" w:rsidR="00F1480E" w:rsidRPr="00544BAC" w:rsidRDefault="004E7DA9" w:rsidP="0002231C">
            <w:pPr>
              <w:pStyle w:val="SIUNITCODE"/>
              <w:rPr>
                <w:rStyle w:val="SITemporaryText-green"/>
                <w:color w:val="auto"/>
              </w:rPr>
            </w:pPr>
            <w:r w:rsidRPr="00544BAC">
              <w:rPr>
                <w:rStyle w:val="SITemporaryText-green"/>
                <w:color w:val="auto"/>
              </w:rPr>
              <w:t>AMP</w:t>
            </w:r>
            <w:r w:rsidR="007634B8" w:rsidRPr="00544BAC">
              <w:rPr>
                <w:rStyle w:val="SITemporaryText-green"/>
                <w:color w:val="auto"/>
              </w:rPr>
              <w:t>MGT5X1</w:t>
            </w:r>
          </w:p>
        </w:tc>
        <w:tc>
          <w:tcPr>
            <w:tcW w:w="3604" w:type="pct"/>
            <w:shd w:val="clear" w:color="auto" w:fill="auto"/>
          </w:tcPr>
          <w:p w14:paraId="0B6AAD6B" w14:textId="563EC470" w:rsidR="00F1480E" w:rsidRPr="005404CB" w:rsidRDefault="007853B1" w:rsidP="005404CB">
            <w:pPr>
              <w:pStyle w:val="SIUnittitle"/>
            </w:pPr>
            <w:r w:rsidRPr="007853B1">
              <w:t>Develop and implement a TACCP and VACCP plan</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1E8BFACD" w14:textId="3340A026" w:rsidR="00F97BC0" w:rsidRDefault="00F97BC0" w:rsidP="00F97BC0">
            <w:pPr>
              <w:pStyle w:val="SIText"/>
            </w:pPr>
            <w:r w:rsidRPr="00F97BC0">
              <w:t>This unit of competency describes the skills and knowledge required to identify and analyse threats to the food supply chain and areas of vulnerability to food fraud and utilise them to develop and implement food defence plans and food fraud mitigation plans.</w:t>
            </w:r>
          </w:p>
          <w:p w14:paraId="514C9A2F" w14:textId="77777777" w:rsidR="004B3BDC" w:rsidRPr="00F97BC0" w:rsidRDefault="004B3BDC" w:rsidP="00F97BC0">
            <w:pPr>
              <w:pStyle w:val="SIText"/>
            </w:pPr>
          </w:p>
          <w:p w14:paraId="7B21413F" w14:textId="1AA75BB2" w:rsidR="00F97BC0" w:rsidRDefault="00F97BC0" w:rsidP="00F97BC0">
            <w:pPr>
              <w:pStyle w:val="SIText"/>
            </w:pPr>
            <w:r w:rsidRPr="00F97BC0">
              <w:t xml:space="preserve">The unit applies to personnel and supervisors who are responsible for </w:t>
            </w:r>
            <w:r w:rsidR="004E7DA9">
              <w:t>q</w:t>
            </w:r>
            <w:r w:rsidR="004E7DA9" w:rsidRPr="00F97BC0">
              <w:t xml:space="preserve">uality </w:t>
            </w:r>
            <w:r w:rsidR="004E7DA9">
              <w:t>a</w:t>
            </w:r>
            <w:r w:rsidR="004E7DA9" w:rsidRPr="00F97BC0">
              <w:t xml:space="preserve">ssurance </w:t>
            </w:r>
            <w:r w:rsidRPr="00F97BC0">
              <w:t xml:space="preserve">in </w:t>
            </w:r>
            <w:r w:rsidR="0002231C">
              <w:t>food or meat</w:t>
            </w:r>
            <w:r w:rsidRPr="00F97BC0">
              <w:t xml:space="preserve"> processing plants, wholesalers and</w:t>
            </w:r>
            <w:r w:rsidR="0002231C">
              <w:t>/or</w:t>
            </w:r>
            <w:r w:rsidRPr="00F97BC0">
              <w:t xml:space="preserve"> meat</w:t>
            </w:r>
            <w:r w:rsidR="0002231C">
              <w:t xml:space="preserve"> or food</w:t>
            </w:r>
            <w:r w:rsidRPr="00F97BC0">
              <w:t xml:space="preserve"> retail operations.</w:t>
            </w:r>
          </w:p>
          <w:p w14:paraId="30C4C1E7" w14:textId="77777777" w:rsidR="004B3BDC" w:rsidRPr="00F97BC0" w:rsidRDefault="004B3BDC" w:rsidP="00F97BC0">
            <w:pPr>
              <w:pStyle w:val="SIText"/>
            </w:pPr>
          </w:p>
          <w:p w14:paraId="0EC75F0A" w14:textId="77777777" w:rsidR="004E7DA9" w:rsidRPr="004E7DA9" w:rsidRDefault="004E7DA9" w:rsidP="004E7DA9">
            <w:pPr>
              <w:pStyle w:val="SIText"/>
            </w:pPr>
            <w:r w:rsidRPr="00D57984">
              <w:t>All work must be carried out to comply with workplace procedures, in accordance with state/territory health and safety</w:t>
            </w:r>
            <w:r w:rsidRPr="004E7DA9">
              <w:t>, food and meat safety regulations, legislation and standards that apply to the workplace.</w:t>
            </w:r>
          </w:p>
          <w:p w14:paraId="0FB7E56F" w14:textId="77777777" w:rsidR="004B3BDC" w:rsidRPr="00F97BC0" w:rsidRDefault="004B3BDC" w:rsidP="00F97BC0">
            <w:pPr>
              <w:pStyle w:val="SIText"/>
            </w:pPr>
          </w:p>
          <w:p w14:paraId="077C0FC6" w14:textId="7A8CD969" w:rsidR="00373436" w:rsidRPr="000754EC" w:rsidRDefault="00F97BC0" w:rsidP="00F97BC0">
            <w:pPr>
              <w:pStyle w:val="SIText"/>
            </w:pPr>
            <w:r w:rsidRPr="00F97BC0">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0615B605"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7FFEC30B" w:rsidR="00F1480E" w:rsidRPr="00544BAC" w:rsidRDefault="007634B8">
            <w:pPr>
              <w:pStyle w:val="SIText"/>
              <w:rPr>
                <w:rStyle w:val="SITemporaryText-green"/>
                <w:color w:val="auto"/>
                <w:sz w:val="20"/>
              </w:rPr>
            </w:pPr>
            <w:r w:rsidRPr="00544BAC">
              <w:rPr>
                <w:rStyle w:val="SITemporaryText-green"/>
                <w:color w:val="auto"/>
                <w:sz w:val="20"/>
              </w:rPr>
              <w:t>Management (MGT)</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D02B5" w:rsidRPr="00963A46" w14:paraId="093B57AB" w14:textId="77777777" w:rsidTr="00CA2922">
        <w:trPr>
          <w:cantSplit/>
        </w:trPr>
        <w:tc>
          <w:tcPr>
            <w:tcW w:w="1396" w:type="pct"/>
            <w:shd w:val="clear" w:color="auto" w:fill="auto"/>
          </w:tcPr>
          <w:p w14:paraId="2FB446BD" w14:textId="3CC644FB" w:rsidR="003D02B5" w:rsidRPr="003D02B5" w:rsidRDefault="003D02B5" w:rsidP="003D02B5">
            <w:pPr>
              <w:pStyle w:val="SIText"/>
            </w:pPr>
            <w:r w:rsidRPr="003D02B5">
              <w:t>1. Form a threat and vulnerability team</w:t>
            </w:r>
          </w:p>
        </w:tc>
        <w:tc>
          <w:tcPr>
            <w:tcW w:w="3604" w:type="pct"/>
            <w:shd w:val="clear" w:color="auto" w:fill="auto"/>
          </w:tcPr>
          <w:p w14:paraId="1D5131EB" w14:textId="77777777" w:rsidR="003D02B5" w:rsidRPr="003D02B5" w:rsidRDefault="003D02B5" w:rsidP="003D02B5">
            <w:pPr>
              <w:pStyle w:val="SIText"/>
            </w:pPr>
            <w:r w:rsidRPr="003D02B5">
              <w:t>1.1 Select a cross-functional team with personnel from across the organisation</w:t>
            </w:r>
          </w:p>
          <w:p w14:paraId="4EF4CAF4" w14:textId="77777777" w:rsidR="003D02B5" w:rsidRPr="003D02B5" w:rsidRDefault="003D02B5" w:rsidP="003D02B5">
            <w:pPr>
              <w:pStyle w:val="SIText"/>
            </w:pPr>
            <w:r w:rsidRPr="003D02B5">
              <w:t>1.2 Define roles of team members based on knowledge of the implications of food fraud and food vulnerabilities</w:t>
            </w:r>
          </w:p>
          <w:p w14:paraId="0ACD8386" w14:textId="201AD087" w:rsidR="003D02B5" w:rsidRPr="003D02B5" w:rsidRDefault="003D02B5" w:rsidP="003D02B5">
            <w:pPr>
              <w:pStyle w:val="SIText"/>
            </w:pPr>
            <w:r w:rsidRPr="003D02B5">
              <w:t>1.3 Schedule regular team meetings to update and review Threat Assessment and Critical Control Points (TACCP) and Vulnerability Assessment and Critical Control Points (VACCP) plans</w:t>
            </w:r>
          </w:p>
        </w:tc>
      </w:tr>
      <w:tr w:rsidR="003D02B5" w:rsidRPr="00963A46" w14:paraId="10724A78" w14:textId="77777777" w:rsidTr="00CA2922">
        <w:trPr>
          <w:cantSplit/>
        </w:trPr>
        <w:tc>
          <w:tcPr>
            <w:tcW w:w="1396" w:type="pct"/>
            <w:shd w:val="clear" w:color="auto" w:fill="auto"/>
          </w:tcPr>
          <w:p w14:paraId="449EE023" w14:textId="0D753E8C" w:rsidR="003D02B5" w:rsidRPr="003D02B5" w:rsidRDefault="003D02B5" w:rsidP="003D02B5">
            <w:pPr>
              <w:pStyle w:val="SIText"/>
            </w:pPr>
            <w:r w:rsidRPr="003D02B5">
              <w:t>2. Develop a food defence plan</w:t>
            </w:r>
          </w:p>
        </w:tc>
        <w:tc>
          <w:tcPr>
            <w:tcW w:w="3604" w:type="pct"/>
            <w:shd w:val="clear" w:color="auto" w:fill="auto"/>
          </w:tcPr>
          <w:p w14:paraId="59482A0A" w14:textId="77777777" w:rsidR="003D02B5" w:rsidRPr="003D02B5" w:rsidRDefault="003D02B5" w:rsidP="003D02B5">
            <w:pPr>
              <w:pStyle w:val="SIText"/>
            </w:pPr>
            <w:r w:rsidRPr="003D02B5">
              <w:t>2.1 Undertake and document a threat assessment</w:t>
            </w:r>
          </w:p>
          <w:p w14:paraId="4081B3D3" w14:textId="77777777" w:rsidR="003D02B5" w:rsidRPr="003D02B5" w:rsidRDefault="003D02B5" w:rsidP="003D02B5">
            <w:pPr>
              <w:pStyle w:val="SIText"/>
            </w:pPr>
            <w:r w:rsidRPr="003D02B5">
              <w:t xml:space="preserve">2.2 Develop a flow chart of the supply chain and identify steps where there is potential threat to the organisation, key staff, </w:t>
            </w:r>
            <w:proofErr w:type="gramStart"/>
            <w:r w:rsidRPr="003D02B5">
              <w:t>operations</w:t>
            </w:r>
            <w:proofErr w:type="gramEnd"/>
            <w:r w:rsidRPr="003D02B5">
              <w:t xml:space="preserve"> and the product</w:t>
            </w:r>
          </w:p>
          <w:p w14:paraId="4ADC7899" w14:textId="77777777" w:rsidR="003D02B5" w:rsidRPr="003D02B5" w:rsidRDefault="003D02B5" w:rsidP="003D02B5">
            <w:pPr>
              <w:pStyle w:val="SIText"/>
            </w:pPr>
            <w:r w:rsidRPr="003D02B5">
              <w:t>2.3 Undertake a risk assessment to identify the critical control points (CCPs)</w:t>
            </w:r>
          </w:p>
          <w:p w14:paraId="070B6259" w14:textId="77777777" w:rsidR="003D02B5" w:rsidRPr="003D02B5" w:rsidRDefault="003D02B5" w:rsidP="003D02B5">
            <w:pPr>
              <w:pStyle w:val="SIText"/>
            </w:pPr>
            <w:r w:rsidRPr="003D02B5">
              <w:t>2.4 Identify where the controls are for each CCP and develop action plans to address breaches</w:t>
            </w:r>
          </w:p>
          <w:p w14:paraId="5AC89EDC" w14:textId="77777777" w:rsidR="003D02B5" w:rsidRPr="003D02B5" w:rsidRDefault="003D02B5" w:rsidP="003D02B5">
            <w:pPr>
              <w:pStyle w:val="SIText"/>
            </w:pPr>
            <w:r w:rsidRPr="003D02B5">
              <w:t xml:space="preserve">2.5 Develop a food defence plan outlining the methods, </w:t>
            </w:r>
            <w:proofErr w:type="gramStart"/>
            <w:r w:rsidRPr="003D02B5">
              <w:t>responsibilities</w:t>
            </w:r>
            <w:proofErr w:type="gramEnd"/>
            <w:r w:rsidRPr="003D02B5">
              <w:t xml:space="preserve"> and criteria for preventing food adulteration</w:t>
            </w:r>
          </w:p>
          <w:p w14:paraId="2F41F575" w14:textId="5D835668" w:rsidR="003D02B5" w:rsidRPr="003D02B5" w:rsidRDefault="003D02B5" w:rsidP="003D02B5">
            <w:pPr>
              <w:pStyle w:val="SIText"/>
            </w:pPr>
            <w:r w:rsidRPr="003D02B5">
              <w:t>2.6 Document the plan and schedule a review at least annually</w:t>
            </w:r>
          </w:p>
        </w:tc>
      </w:tr>
      <w:tr w:rsidR="003D02B5" w:rsidRPr="00963A46" w14:paraId="1167C88A" w14:textId="77777777" w:rsidTr="00CA2922">
        <w:trPr>
          <w:cantSplit/>
        </w:trPr>
        <w:tc>
          <w:tcPr>
            <w:tcW w:w="1396" w:type="pct"/>
            <w:shd w:val="clear" w:color="auto" w:fill="auto"/>
          </w:tcPr>
          <w:p w14:paraId="0B9FA395" w14:textId="3A027943" w:rsidR="003D02B5" w:rsidRPr="003D02B5" w:rsidRDefault="003D02B5" w:rsidP="003D02B5">
            <w:pPr>
              <w:pStyle w:val="SIText"/>
            </w:pPr>
            <w:r w:rsidRPr="003D02B5">
              <w:t>3. Develop a food fraud mitigation plan</w:t>
            </w:r>
          </w:p>
        </w:tc>
        <w:tc>
          <w:tcPr>
            <w:tcW w:w="3604" w:type="pct"/>
            <w:shd w:val="clear" w:color="auto" w:fill="auto"/>
          </w:tcPr>
          <w:p w14:paraId="7CBC5FD0" w14:textId="77777777" w:rsidR="003D02B5" w:rsidRPr="003D02B5" w:rsidRDefault="003D02B5" w:rsidP="003D02B5">
            <w:pPr>
              <w:pStyle w:val="SIText"/>
            </w:pPr>
            <w:r w:rsidRPr="003D02B5">
              <w:t>3.1 Undertake and document a vulnerability assessment</w:t>
            </w:r>
          </w:p>
          <w:p w14:paraId="61B4AD44" w14:textId="77777777" w:rsidR="003D02B5" w:rsidRPr="003D02B5" w:rsidRDefault="003D02B5" w:rsidP="003D02B5">
            <w:pPr>
              <w:pStyle w:val="SIText"/>
            </w:pPr>
            <w:r w:rsidRPr="003D02B5">
              <w:t>3.2 Assess raw materials, direct food contact packaging and supply chains to identify where the site is vulnerable to food fraud</w:t>
            </w:r>
          </w:p>
          <w:p w14:paraId="6B67E989" w14:textId="2C31747C" w:rsidR="003D02B5" w:rsidRPr="003D02B5" w:rsidRDefault="003D02B5" w:rsidP="003D02B5">
            <w:pPr>
              <w:pStyle w:val="SIText"/>
            </w:pPr>
            <w:r w:rsidRPr="003D02B5">
              <w:t>3.3 Undertake a risk assessment to identify the CCPs</w:t>
            </w:r>
          </w:p>
          <w:p w14:paraId="0C7712D3" w14:textId="77777777" w:rsidR="003D02B5" w:rsidRPr="003D02B5" w:rsidRDefault="003D02B5" w:rsidP="003D02B5">
            <w:pPr>
              <w:pStyle w:val="SIText"/>
            </w:pPr>
            <w:r w:rsidRPr="003D02B5">
              <w:t>3.4 Implement a food fraud mitigation plan to specify the methods of controlling food fraud vulnerabilities</w:t>
            </w:r>
          </w:p>
          <w:p w14:paraId="52188309" w14:textId="4F19EB6A" w:rsidR="003D02B5" w:rsidRPr="003D02B5" w:rsidRDefault="003D02B5" w:rsidP="003D02B5">
            <w:pPr>
              <w:pStyle w:val="SIText"/>
            </w:pPr>
            <w:r w:rsidRPr="003D02B5">
              <w:t>3.5 Document the plan and schedule a review at least annually</w:t>
            </w:r>
          </w:p>
        </w:tc>
      </w:tr>
      <w:tr w:rsidR="003D02B5" w:rsidRPr="00963A46" w14:paraId="7F759074" w14:textId="77777777" w:rsidTr="00CA2922">
        <w:trPr>
          <w:cantSplit/>
        </w:trPr>
        <w:tc>
          <w:tcPr>
            <w:tcW w:w="1396" w:type="pct"/>
            <w:shd w:val="clear" w:color="auto" w:fill="auto"/>
          </w:tcPr>
          <w:p w14:paraId="7E276E28" w14:textId="30691547" w:rsidR="003D02B5" w:rsidRPr="003D02B5" w:rsidRDefault="003D02B5" w:rsidP="003D02B5">
            <w:pPr>
              <w:pStyle w:val="SIText"/>
            </w:pPr>
            <w:r w:rsidRPr="003D02B5">
              <w:t>4. Maintain records</w:t>
            </w:r>
          </w:p>
        </w:tc>
        <w:tc>
          <w:tcPr>
            <w:tcW w:w="3604" w:type="pct"/>
            <w:shd w:val="clear" w:color="auto" w:fill="auto"/>
          </w:tcPr>
          <w:p w14:paraId="4A62217B" w14:textId="77777777" w:rsidR="003D02B5" w:rsidRPr="003D02B5" w:rsidRDefault="003D02B5" w:rsidP="003D02B5">
            <w:pPr>
              <w:pStyle w:val="SIText"/>
            </w:pPr>
            <w:r w:rsidRPr="003D02B5">
              <w:t>4.1 Maintain records of the food defence plan securely and ensure they are readily accessible</w:t>
            </w:r>
          </w:p>
          <w:p w14:paraId="49B9FEEC" w14:textId="31AB399C" w:rsidR="003D02B5" w:rsidRPr="003D02B5" w:rsidRDefault="003D02B5" w:rsidP="003D02B5">
            <w:pPr>
              <w:pStyle w:val="SIText"/>
            </w:pPr>
            <w:r w:rsidRPr="003D02B5">
              <w:t>4.2 Maintain records of the review of the food fraud vulnerability assessment and mitigation plan and ensure they are readily accessible</w:t>
            </w:r>
          </w:p>
        </w:tc>
      </w:tr>
    </w:tbl>
    <w:p w14:paraId="5585088F" w14:textId="77777777" w:rsidR="005F771F" w:rsidRDefault="005F771F" w:rsidP="005F771F">
      <w:pPr>
        <w:pStyle w:val="SIText"/>
      </w:pPr>
    </w:p>
    <w:p w14:paraId="62EB79E3" w14:textId="77777777" w:rsidR="00F1480E" w:rsidRPr="00DD0726" w:rsidRDefault="00F1480E" w:rsidP="007634B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lastRenderedPageBreak/>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BE51CF" w:rsidRPr="00336FCA" w:rsidDel="00423CB2" w14:paraId="3B21ED32" w14:textId="77777777" w:rsidTr="00CA2922">
        <w:tc>
          <w:tcPr>
            <w:tcW w:w="1396" w:type="pct"/>
          </w:tcPr>
          <w:p w14:paraId="5ACDE615" w14:textId="6DA12DF0" w:rsidR="00BE51CF" w:rsidRPr="00BE51CF" w:rsidRDefault="00BE51CF" w:rsidP="00BE51CF">
            <w:pPr>
              <w:pStyle w:val="SIText"/>
            </w:pPr>
            <w:r w:rsidRPr="00BE51CF">
              <w:t>Reading</w:t>
            </w:r>
          </w:p>
        </w:tc>
        <w:tc>
          <w:tcPr>
            <w:tcW w:w="3604" w:type="pct"/>
          </w:tcPr>
          <w:p w14:paraId="49AE3487" w14:textId="3357B12E" w:rsidR="00BE51CF" w:rsidRPr="00BE51CF" w:rsidRDefault="004E7DA9" w:rsidP="00BE51CF">
            <w:pPr>
              <w:pStyle w:val="SIBulletList1"/>
            </w:pPr>
            <w:r>
              <w:t>Analyse and</w:t>
            </w:r>
            <w:r w:rsidR="00BE51CF" w:rsidRPr="00BE51CF">
              <w:t xml:space="preserve"> interpret regulatory information</w:t>
            </w:r>
          </w:p>
        </w:tc>
      </w:tr>
      <w:tr w:rsidR="00BE51CF" w:rsidRPr="00336FCA" w:rsidDel="00423CB2" w14:paraId="45702FA4" w14:textId="77777777" w:rsidTr="00CA2922">
        <w:tc>
          <w:tcPr>
            <w:tcW w:w="1396" w:type="pct"/>
          </w:tcPr>
          <w:p w14:paraId="1F955BF3" w14:textId="70CE97FC" w:rsidR="00BE51CF" w:rsidRPr="00BE51CF" w:rsidRDefault="00BE51CF" w:rsidP="00BE51CF">
            <w:pPr>
              <w:pStyle w:val="SIText"/>
            </w:pPr>
            <w:r w:rsidRPr="00BE51CF">
              <w:t>Writing</w:t>
            </w:r>
          </w:p>
        </w:tc>
        <w:tc>
          <w:tcPr>
            <w:tcW w:w="3604" w:type="pct"/>
          </w:tcPr>
          <w:p w14:paraId="46F6D504" w14:textId="4634FB5E" w:rsidR="00BE51CF" w:rsidRPr="00BE51CF" w:rsidRDefault="00BE51CF" w:rsidP="00BE51CF">
            <w:pPr>
              <w:pStyle w:val="SIBulletList1"/>
            </w:pPr>
            <w:r w:rsidRPr="00BE51CF">
              <w:t>Develop plans and strategies</w:t>
            </w:r>
          </w:p>
          <w:p w14:paraId="400CC862" w14:textId="799C0DD3" w:rsidR="00BE51CF" w:rsidRPr="00BE51CF" w:rsidRDefault="00BE51CF" w:rsidP="00BE51CF">
            <w:pPr>
              <w:pStyle w:val="SIBulletList1"/>
              <w:rPr>
                <w:rFonts w:eastAsia="Calibri"/>
              </w:rPr>
            </w:pPr>
            <w:r w:rsidRPr="00BE51CF">
              <w:t>Prepare performance reports</w:t>
            </w:r>
          </w:p>
        </w:tc>
      </w:tr>
      <w:tr w:rsidR="00BE51CF" w:rsidRPr="00336FCA" w:rsidDel="00423CB2" w14:paraId="545FD20A" w14:textId="77777777" w:rsidTr="00CA2922">
        <w:tc>
          <w:tcPr>
            <w:tcW w:w="1396" w:type="pct"/>
          </w:tcPr>
          <w:p w14:paraId="7BE090D3" w14:textId="1084D870" w:rsidR="00BE51CF" w:rsidRPr="00BE51CF" w:rsidRDefault="00BE51CF" w:rsidP="00BE51CF">
            <w:pPr>
              <w:pStyle w:val="SIText"/>
            </w:pPr>
            <w:r w:rsidRPr="00BE51CF">
              <w:t>Oral communication</w:t>
            </w:r>
          </w:p>
        </w:tc>
        <w:tc>
          <w:tcPr>
            <w:tcW w:w="3604" w:type="pct"/>
          </w:tcPr>
          <w:p w14:paraId="14F9F605" w14:textId="72CB5F32" w:rsidR="00BE51CF" w:rsidRPr="00BE51CF" w:rsidRDefault="00BE51CF" w:rsidP="00BE51CF">
            <w:pPr>
              <w:pStyle w:val="SIBulletList1"/>
              <w:rPr>
                <w:rFonts w:eastAsia="Calibri"/>
              </w:rPr>
            </w:pPr>
            <w:r w:rsidRPr="00BE51CF">
              <w:t>Communicate with personnel from across all levels of the organisation</w:t>
            </w:r>
          </w:p>
        </w:tc>
      </w:tr>
      <w:tr w:rsidR="00BE51CF" w:rsidRPr="00336FCA" w:rsidDel="00423CB2" w14:paraId="4407F91B" w14:textId="77777777" w:rsidTr="00CA2922">
        <w:tc>
          <w:tcPr>
            <w:tcW w:w="1396" w:type="pct"/>
          </w:tcPr>
          <w:p w14:paraId="243C74AA" w14:textId="2ED25B29" w:rsidR="00BE51CF" w:rsidRPr="00BE51CF" w:rsidRDefault="00BE51CF" w:rsidP="00BE51CF">
            <w:pPr>
              <w:pStyle w:val="SIText"/>
            </w:pPr>
            <w:r w:rsidRPr="00BE51CF">
              <w:t>Numeracy</w:t>
            </w:r>
          </w:p>
        </w:tc>
        <w:tc>
          <w:tcPr>
            <w:tcW w:w="3604" w:type="pct"/>
          </w:tcPr>
          <w:p w14:paraId="3E54532F" w14:textId="21B5A00E" w:rsidR="00BE51CF" w:rsidRPr="00BE51CF" w:rsidRDefault="004E7DA9">
            <w:pPr>
              <w:pStyle w:val="SIBulletList1"/>
              <w:rPr>
                <w:rFonts w:eastAsia="Calibri"/>
              </w:rPr>
            </w:pPr>
            <w:r>
              <w:t>Analyse and i</w:t>
            </w:r>
            <w:r w:rsidRPr="00BE51CF">
              <w:t xml:space="preserve">nterpret </w:t>
            </w:r>
            <w:r w:rsidR="00BE51CF" w:rsidRPr="00BE51CF">
              <w:t>reports</w:t>
            </w:r>
            <w:r>
              <w:t xml:space="preserve"> and </w:t>
            </w:r>
            <w:r w:rsidR="00BE51CF" w:rsidRPr="00BE51CF">
              <w:t>statistical data</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6B36C8" w14:paraId="7B3AD32B" w14:textId="77777777" w:rsidTr="00F33FF2">
        <w:tc>
          <w:tcPr>
            <w:tcW w:w="1028" w:type="pct"/>
          </w:tcPr>
          <w:p w14:paraId="16AF823A" w14:textId="7CEDD644" w:rsidR="006B36C8" w:rsidRPr="006B36C8" w:rsidRDefault="006B36C8" w:rsidP="006B36C8">
            <w:pPr>
              <w:pStyle w:val="SIText"/>
            </w:pPr>
            <w:r w:rsidRPr="006B36C8">
              <w:t>AMP</w:t>
            </w:r>
            <w:r w:rsidR="007634B8">
              <w:t>MGT5</w:t>
            </w:r>
            <w:r w:rsidRPr="006B36C8">
              <w:t>X</w:t>
            </w:r>
            <w:r w:rsidR="007634B8">
              <w:t>1</w:t>
            </w:r>
            <w:r w:rsidRPr="006B36C8">
              <w:t xml:space="preserve"> Develop and implement a TACCP and VACCP plan</w:t>
            </w:r>
          </w:p>
        </w:tc>
        <w:tc>
          <w:tcPr>
            <w:tcW w:w="1105" w:type="pct"/>
          </w:tcPr>
          <w:p w14:paraId="6623A6C9" w14:textId="4B41E6AA" w:rsidR="006B36C8" w:rsidRPr="006B36C8" w:rsidRDefault="004E7DA9" w:rsidP="006B36C8">
            <w:pPr>
              <w:pStyle w:val="SIText"/>
            </w:pPr>
            <w:r w:rsidRPr="006B36C8">
              <w:t xml:space="preserve">AMPX429 Develop and implement a TACCP and </w:t>
            </w:r>
            <w:r w:rsidRPr="004E7DA9">
              <w:t>VACCP plan</w:t>
            </w:r>
          </w:p>
        </w:tc>
        <w:tc>
          <w:tcPr>
            <w:tcW w:w="1251" w:type="pct"/>
          </w:tcPr>
          <w:p w14:paraId="57BEA580" w14:textId="4FCA0896" w:rsidR="006B36C8" w:rsidRDefault="004E7DA9" w:rsidP="006B36C8">
            <w:pPr>
              <w:pStyle w:val="SIText"/>
            </w:pPr>
            <w:r>
              <w:t>Unit code updated to reflect sector and complexity of content</w:t>
            </w:r>
          </w:p>
          <w:p w14:paraId="38EF1B27" w14:textId="14B8319F" w:rsidR="004E7DA9" w:rsidRPr="006B36C8" w:rsidRDefault="004E7DA9" w:rsidP="006B36C8">
            <w:pPr>
              <w:pStyle w:val="SIText"/>
            </w:pPr>
            <w:r w:rsidRPr="004E7DA9">
              <w:t>Performance Evidence and Assessment Conditions revised</w:t>
            </w:r>
          </w:p>
        </w:tc>
        <w:tc>
          <w:tcPr>
            <w:tcW w:w="1616" w:type="pct"/>
          </w:tcPr>
          <w:p w14:paraId="44BBFF38" w14:textId="7ED3C8ED" w:rsidR="006B36C8" w:rsidRPr="006B36C8" w:rsidRDefault="004E7DA9" w:rsidP="006B36C8">
            <w:pPr>
              <w:pStyle w:val="SIText"/>
            </w:pPr>
            <w:r>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1780A5C9" w:rsidR="00F1480E" w:rsidRPr="007853B1" w:rsidRDefault="00544BAC" w:rsidP="007853B1">
            <w:pPr>
              <w:pStyle w:val="SIText"/>
            </w:pPr>
            <w:hyperlink r:id="rId11" w:history="1">
              <w:r w:rsidR="007853B1" w:rsidRPr="007853B1">
                <w:t>https://vetnet.gov.au/Pages/TrainingDocs.aspx?q=5e2e56b7-698f-4822-84bb-25adbb8443a7</w:t>
              </w:r>
            </w:hyperlink>
            <w:r w:rsidR="00E40225" w:rsidRPr="007853B1">
              <w:rPr>
                <w:rStyle w:val="SITemporaryText-red"/>
                <w:color w:val="auto"/>
                <w:sz w:val="20"/>
              </w:rPr>
              <w:t xml:space="preserve"> </w:t>
            </w:r>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1DD019B8" w:rsidR="00556C4C" w:rsidRPr="005404CB" w:rsidRDefault="00556C4C" w:rsidP="007634B8">
            <w:pPr>
              <w:pStyle w:val="SIUnittitle"/>
            </w:pPr>
            <w:r w:rsidRPr="00F56827">
              <w:t xml:space="preserve">Assessment requirements for </w:t>
            </w:r>
            <w:r w:rsidR="007853B1" w:rsidRPr="007634B8">
              <w:rPr>
                <w:rStyle w:val="SITemporaryText-green"/>
                <w:color w:val="auto"/>
              </w:rPr>
              <w:t>AMP</w:t>
            </w:r>
            <w:r w:rsidR="007634B8" w:rsidRPr="007634B8">
              <w:rPr>
                <w:rStyle w:val="SITemporaryText-green"/>
                <w:color w:val="auto"/>
              </w:rPr>
              <w:t>MGT5</w:t>
            </w:r>
            <w:r w:rsidR="007853B1" w:rsidRPr="007634B8">
              <w:rPr>
                <w:rStyle w:val="SITemporaryText-green"/>
                <w:color w:val="auto"/>
              </w:rPr>
              <w:t>X</w:t>
            </w:r>
            <w:r w:rsidR="007634B8" w:rsidRPr="007634B8">
              <w:rPr>
                <w:rStyle w:val="SITemporaryText-green"/>
                <w:color w:val="auto"/>
              </w:rPr>
              <w:t>1</w:t>
            </w:r>
            <w:r w:rsidR="007853B1" w:rsidRPr="007853B1">
              <w:t xml:space="preserve"> Develop and implement a TACCP and VACCP plan</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380D0E26" w14:textId="627019B8" w:rsidR="000D02CD" w:rsidRDefault="000D02CD" w:rsidP="000D02CD">
            <w:pPr>
              <w:pStyle w:val="SIText"/>
            </w:pPr>
            <w:r w:rsidRPr="000D02CD">
              <w:t xml:space="preserve">An individual demonstrating competency must satisfy </w:t>
            </w:r>
            <w:proofErr w:type="gramStart"/>
            <w:r w:rsidRPr="000D02CD">
              <w:t>all of</w:t>
            </w:r>
            <w:proofErr w:type="gramEnd"/>
            <w:r w:rsidRPr="000D02CD">
              <w:t xml:space="preserve"> the elements and performance criteria in this unit.</w:t>
            </w:r>
          </w:p>
          <w:p w14:paraId="01979ACA" w14:textId="77777777" w:rsidR="000D02CD" w:rsidRPr="000D02CD" w:rsidRDefault="000D02CD" w:rsidP="000D02CD">
            <w:pPr>
              <w:pStyle w:val="SIText"/>
            </w:pPr>
          </w:p>
          <w:p w14:paraId="67E4AC0E" w14:textId="537777CB" w:rsidR="000D02CD" w:rsidRPr="000D02CD" w:rsidRDefault="000D02CD" w:rsidP="000D02CD">
            <w:pPr>
              <w:pStyle w:val="SIText"/>
            </w:pPr>
            <w:r w:rsidRPr="000D02CD">
              <w:t>There must be evidence that the individual has</w:t>
            </w:r>
            <w:r w:rsidR="004E7DA9">
              <w:t xml:space="preserve"> developed and implemented at least one </w:t>
            </w:r>
            <w:r w:rsidR="004E7DA9" w:rsidRPr="000D02CD">
              <w:t>Threat Assessment and Critical Control Points (TACCP) and</w:t>
            </w:r>
            <w:r w:rsidR="004E7DA9">
              <w:t>/or</w:t>
            </w:r>
            <w:r w:rsidR="004E7DA9" w:rsidRPr="000D02CD">
              <w:t xml:space="preserve"> Vulnerability Assessment and Critical Control Points (VACCP)</w:t>
            </w:r>
            <w:r w:rsidR="004E7DA9">
              <w:t xml:space="preserve"> plan, including</w:t>
            </w:r>
            <w:r w:rsidRPr="000D02CD">
              <w:t>:</w:t>
            </w:r>
          </w:p>
          <w:p w14:paraId="6704C73A" w14:textId="64838ADC" w:rsidR="000D02CD" w:rsidRPr="000D02CD" w:rsidRDefault="000D02CD" w:rsidP="000D02CD">
            <w:pPr>
              <w:pStyle w:val="SIBulletList1"/>
            </w:pPr>
            <w:r w:rsidRPr="000D02CD">
              <w:t>identif</w:t>
            </w:r>
            <w:r w:rsidR="004E7DA9">
              <w:t>i</w:t>
            </w:r>
            <w:r w:rsidR="007634B8">
              <w:t>ed</w:t>
            </w:r>
            <w:r w:rsidRPr="000D02CD">
              <w:t xml:space="preserve"> and assessed the threats to the organisation, key staff, </w:t>
            </w:r>
            <w:proofErr w:type="gramStart"/>
            <w:r w:rsidRPr="000D02CD">
              <w:t>operations</w:t>
            </w:r>
            <w:proofErr w:type="gramEnd"/>
            <w:r w:rsidRPr="000D02CD">
              <w:t xml:space="preserve"> and products</w:t>
            </w:r>
          </w:p>
          <w:p w14:paraId="3D5BD802" w14:textId="4914CDF2" w:rsidR="000D02CD" w:rsidRPr="000D02CD" w:rsidRDefault="004E7DA9" w:rsidP="000D02CD">
            <w:pPr>
              <w:pStyle w:val="SIBulletList1"/>
            </w:pPr>
            <w:r w:rsidRPr="000D02CD">
              <w:t>undertak</w:t>
            </w:r>
            <w:r w:rsidR="007634B8">
              <w:t>en</w:t>
            </w:r>
            <w:r w:rsidRPr="000D02CD">
              <w:t xml:space="preserve"> </w:t>
            </w:r>
            <w:r w:rsidR="000D02CD" w:rsidRPr="000D02CD">
              <w:t>assessments of a site's vulnerability to food fraud, and put plans in place to mitigate the risks</w:t>
            </w:r>
          </w:p>
          <w:p w14:paraId="49081BB4" w14:textId="79BA7081" w:rsidR="00556C4C" w:rsidRPr="005404CB" w:rsidRDefault="004E7DA9" w:rsidP="000D02CD">
            <w:pPr>
              <w:pStyle w:val="SIBulletList1"/>
            </w:pPr>
            <w:r w:rsidRPr="000D02CD">
              <w:t>document</w:t>
            </w:r>
            <w:r w:rsidR="007634B8">
              <w:t>ed</w:t>
            </w:r>
            <w:r w:rsidRPr="000D02CD">
              <w:t xml:space="preserve"> </w:t>
            </w:r>
            <w:r w:rsidR="000D02CD" w:rsidRPr="000D02CD">
              <w:t xml:space="preserve">and </w:t>
            </w:r>
            <w:r w:rsidRPr="000D02CD">
              <w:t>review</w:t>
            </w:r>
            <w:r w:rsidR="007634B8">
              <w:t>ed</w:t>
            </w:r>
            <w:r>
              <w:t xml:space="preserve"> </w:t>
            </w:r>
            <w:r w:rsidR="000D02CD" w:rsidRPr="000D02CD">
              <w:t>plans.</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690111DF" w14:textId="77777777" w:rsidR="00272210" w:rsidRPr="00272210" w:rsidRDefault="00272210" w:rsidP="00272210">
            <w:pPr>
              <w:pStyle w:val="SIText"/>
            </w:pPr>
            <w:r w:rsidRPr="00272210">
              <w:t>An individual must be able to demonstrate the knowledge required to perform the tasks outlined in the elements and performance criteria of this unit. This includes knowledge of:</w:t>
            </w:r>
          </w:p>
          <w:p w14:paraId="691791B1" w14:textId="77777777" w:rsidR="00272210" w:rsidRPr="00272210" w:rsidRDefault="00272210" w:rsidP="00272210">
            <w:pPr>
              <w:pStyle w:val="SIBulletList1"/>
            </w:pPr>
            <w:r w:rsidRPr="00272210">
              <w:t>potential vulnerabilities in the food chain for deliberate adulteration or substitution</w:t>
            </w:r>
          </w:p>
          <w:p w14:paraId="483D32E7" w14:textId="77777777" w:rsidR="00272210" w:rsidRPr="00272210" w:rsidRDefault="00272210" w:rsidP="00272210">
            <w:pPr>
              <w:pStyle w:val="SIBulletList1"/>
            </w:pPr>
            <w:r w:rsidRPr="00272210">
              <w:t>potential risks to products from deliberate attempts to inflict damage or contamination</w:t>
            </w:r>
          </w:p>
          <w:p w14:paraId="6ED6AE91" w14:textId="77777777" w:rsidR="00272210" w:rsidRPr="00272210" w:rsidRDefault="00272210" w:rsidP="00272210">
            <w:pPr>
              <w:pStyle w:val="SIBulletList1"/>
            </w:pPr>
            <w:r w:rsidRPr="00272210">
              <w:t>where to access information on historical or developing threats of food fraud to the supply chain</w:t>
            </w:r>
          </w:p>
          <w:p w14:paraId="3CF3EB09" w14:textId="77777777" w:rsidR="00272210" w:rsidRPr="00272210" w:rsidRDefault="00272210" w:rsidP="00272210">
            <w:pPr>
              <w:pStyle w:val="SIBulletList1"/>
            </w:pPr>
            <w:r w:rsidRPr="00272210">
              <w:t>how to undertake a risk assessment</w:t>
            </w:r>
          </w:p>
          <w:p w14:paraId="748C8392" w14:textId="77777777" w:rsidR="00272210" w:rsidRPr="00272210" w:rsidRDefault="00272210" w:rsidP="00272210">
            <w:pPr>
              <w:pStyle w:val="SIBulletList1"/>
            </w:pPr>
            <w:r w:rsidRPr="00272210">
              <w:t>how to document and maintain records</w:t>
            </w:r>
          </w:p>
          <w:p w14:paraId="4DA066EF" w14:textId="77777777" w:rsidR="00272210" w:rsidRPr="00272210" w:rsidRDefault="00272210" w:rsidP="00272210">
            <w:pPr>
              <w:pStyle w:val="SIBulletList1"/>
            </w:pPr>
            <w:r w:rsidRPr="00272210">
              <w:t>auditing requirements for external stakeholders</w:t>
            </w:r>
          </w:p>
          <w:p w14:paraId="1D99B212" w14:textId="77777777" w:rsidR="00272210" w:rsidRPr="00272210" w:rsidRDefault="00272210" w:rsidP="00272210">
            <w:pPr>
              <w:pStyle w:val="SIBulletList1"/>
            </w:pPr>
            <w:r w:rsidRPr="00272210">
              <w:t>the business and current procedures</w:t>
            </w:r>
          </w:p>
          <w:p w14:paraId="66608BB7" w14:textId="278D6B58" w:rsidR="00F1480E" w:rsidRPr="005404CB" w:rsidRDefault="00272210" w:rsidP="00272210">
            <w:pPr>
              <w:pStyle w:val="SIBulletList1"/>
            </w:pPr>
            <w:r w:rsidRPr="00272210">
              <w:t>Hazard Analysis and Critical Control Points (HACCP) systems and procedures.</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51053F6D" w14:textId="77777777" w:rsidR="004E7DA9" w:rsidRPr="004E7DA9" w:rsidRDefault="004E7DA9" w:rsidP="004E7DA9">
            <w:pPr>
              <w:pStyle w:val="SIText"/>
            </w:pPr>
            <w:r>
              <w:t>Assessment of skills in this unit of competency must take place under the following conditions:</w:t>
            </w:r>
          </w:p>
          <w:p w14:paraId="4F9B07A8" w14:textId="77777777" w:rsidR="004E7DA9" w:rsidRPr="004E7DA9" w:rsidRDefault="004E7DA9" w:rsidP="004E7DA9">
            <w:pPr>
              <w:pStyle w:val="SIBulletList1"/>
            </w:pPr>
            <w:r w:rsidRPr="00B01D19">
              <w:t>physical conditions:</w:t>
            </w:r>
          </w:p>
          <w:p w14:paraId="63E1EF4B" w14:textId="1DAF9333" w:rsidR="004E7DA9" w:rsidRPr="004E7DA9" w:rsidRDefault="004E7DA9" w:rsidP="004E7DA9">
            <w:pPr>
              <w:pStyle w:val="SIBulletList2"/>
            </w:pPr>
            <w:r>
              <w:t xml:space="preserve">in </w:t>
            </w:r>
            <w:r w:rsidRPr="00EA2FA5">
              <w:t xml:space="preserve">a </w:t>
            </w:r>
            <w:r w:rsidR="0002231C">
              <w:t xml:space="preserve">food or </w:t>
            </w:r>
            <w:r w:rsidRPr="00EA2FA5">
              <w:t>meat</w:t>
            </w:r>
            <w:r w:rsidRPr="00B01D19">
              <w:t xml:space="preserve"> </w:t>
            </w:r>
            <w:r w:rsidRPr="004E7DA9">
              <w:t>processing</w:t>
            </w:r>
            <w:r w:rsidRPr="00B01D19">
              <w:t xml:space="preserve"> workplace </w:t>
            </w:r>
            <w:r w:rsidRPr="004E48AD">
              <w:t>or an environment that accurately represents workplace conditions</w:t>
            </w:r>
          </w:p>
          <w:p w14:paraId="6EFA3C3D" w14:textId="6DA5F53F" w:rsidR="00442791" w:rsidRPr="00442791" w:rsidRDefault="00442791" w:rsidP="000F283B">
            <w:pPr>
              <w:pStyle w:val="SIBulletList1"/>
            </w:pPr>
            <w:r w:rsidRPr="00442791">
              <w:t xml:space="preserve">resources, </w:t>
            </w:r>
            <w:proofErr w:type="gramStart"/>
            <w:r w:rsidRPr="00442791">
              <w:t>equipment</w:t>
            </w:r>
            <w:proofErr w:type="gramEnd"/>
            <w:r w:rsidRPr="00442791">
              <w:t xml:space="preserve"> and materials:</w:t>
            </w:r>
          </w:p>
          <w:p w14:paraId="10E5E37A" w14:textId="0736D4B1" w:rsidR="00442791" w:rsidRPr="00442791" w:rsidRDefault="00442791" w:rsidP="000F283B">
            <w:pPr>
              <w:pStyle w:val="SIBulletList2"/>
            </w:pPr>
            <w:r w:rsidRPr="00442791">
              <w:t>relevant workplace procedures and policies, including the food safety plan, HACCP plans</w:t>
            </w:r>
          </w:p>
          <w:p w14:paraId="5E5487C6" w14:textId="77777777" w:rsidR="00442791" w:rsidRPr="00442791" w:rsidRDefault="00442791" w:rsidP="000F283B">
            <w:pPr>
              <w:pStyle w:val="SIBulletList1"/>
            </w:pPr>
            <w:r w:rsidRPr="00442791">
              <w:t>specifications:</w:t>
            </w:r>
          </w:p>
          <w:p w14:paraId="6BE9A991" w14:textId="77777777" w:rsidR="00442791" w:rsidRPr="00442791" w:rsidRDefault="00442791" w:rsidP="000F283B">
            <w:pPr>
              <w:pStyle w:val="SIBulletList2"/>
            </w:pPr>
            <w:r w:rsidRPr="00442791">
              <w:t>access to database containing food defence plan and food fraud mitigation plan</w:t>
            </w:r>
          </w:p>
          <w:p w14:paraId="7E1B1C6E" w14:textId="77777777" w:rsidR="00442791" w:rsidRPr="00442791" w:rsidRDefault="00442791" w:rsidP="000F283B">
            <w:pPr>
              <w:pStyle w:val="SIBulletList2"/>
            </w:pPr>
            <w:r w:rsidRPr="00442791">
              <w:t>relevant information on external auditing requirements</w:t>
            </w:r>
          </w:p>
          <w:p w14:paraId="49A34012" w14:textId="77777777" w:rsidR="00442791" w:rsidRPr="00442791" w:rsidRDefault="00442791" w:rsidP="000F283B">
            <w:pPr>
              <w:pStyle w:val="SIBulletList1"/>
            </w:pPr>
            <w:r w:rsidRPr="00442791">
              <w:t>evidence of relationships:</w:t>
            </w:r>
          </w:p>
          <w:p w14:paraId="16DDD898" w14:textId="2FE9B8C8" w:rsidR="00442791" w:rsidRPr="00442791" w:rsidRDefault="00442791" w:rsidP="000F283B">
            <w:pPr>
              <w:pStyle w:val="SIBulletList2"/>
            </w:pPr>
            <w:r w:rsidRPr="00442791">
              <w:t>client</w:t>
            </w:r>
            <w:r w:rsidR="004E7DA9">
              <w:t>/s</w:t>
            </w:r>
          </w:p>
          <w:p w14:paraId="57CB01D4" w14:textId="77777777" w:rsidR="00442791" w:rsidRPr="00442791" w:rsidRDefault="00442791" w:rsidP="000F283B">
            <w:pPr>
              <w:pStyle w:val="SIBulletList2"/>
            </w:pPr>
            <w:r w:rsidRPr="00442791">
              <w:t>suppliers</w:t>
            </w:r>
          </w:p>
          <w:p w14:paraId="22120E37" w14:textId="77777777" w:rsidR="00442791" w:rsidRPr="00442791" w:rsidRDefault="00442791" w:rsidP="000F283B">
            <w:pPr>
              <w:pStyle w:val="SIBulletList2"/>
            </w:pPr>
            <w:r w:rsidRPr="00442791">
              <w:t>senior management</w:t>
            </w:r>
          </w:p>
          <w:p w14:paraId="29B8128C" w14:textId="77777777" w:rsidR="00442791" w:rsidRPr="00442791" w:rsidRDefault="00442791" w:rsidP="000F283B">
            <w:pPr>
              <w:pStyle w:val="SIBulletList2"/>
            </w:pPr>
            <w:r w:rsidRPr="00442791">
              <w:t>auditors.</w:t>
            </w:r>
          </w:p>
          <w:p w14:paraId="79A01489" w14:textId="77777777" w:rsidR="004E7DA9" w:rsidRDefault="004E7DA9" w:rsidP="00442791">
            <w:pPr>
              <w:pStyle w:val="SIText"/>
            </w:pPr>
          </w:p>
          <w:p w14:paraId="07A4A98E" w14:textId="77777777" w:rsidR="0002231C" w:rsidRDefault="0002231C" w:rsidP="0002231C">
            <w:pPr>
              <w:pStyle w:val="SIText"/>
            </w:pPr>
            <w:r>
              <w:t>Assessment for this unit must include at least three forms of evidence.</w:t>
            </w:r>
          </w:p>
          <w:p w14:paraId="4213AB6F" w14:textId="77777777" w:rsidR="0002231C" w:rsidRDefault="0002231C" w:rsidP="00442791">
            <w:pPr>
              <w:pStyle w:val="SIText"/>
            </w:pPr>
          </w:p>
          <w:p w14:paraId="72FC2BF3" w14:textId="70352685" w:rsidR="00F1480E" w:rsidRPr="00442791" w:rsidRDefault="00442791" w:rsidP="00442791">
            <w:pPr>
              <w:pStyle w:val="SIText"/>
            </w:pPr>
            <w:r w:rsidRPr="00442791">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5DE7CCCC" w:rsidR="00F1480E" w:rsidRPr="007853B1" w:rsidRDefault="00544BAC" w:rsidP="007853B1">
            <w:pPr>
              <w:pStyle w:val="SIText"/>
            </w:pPr>
            <w:hyperlink r:id="rId12" w:history="1">
              <w:r w:rsidR="007853B1" w:rsidRPr="007853B1">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C7FD1" w14:textId="77777777" w:rsidR="006C7EF4" w:rsidRDefault="006C7EF4" w:rsidP="00BF3F0A">
      <w:r>
        <w:separator/>
      </w:r>
    </w:p>
    <w:p w14:paraId="30D040D4" w14:textId="77777777" w:rsidR="006C7EF4" w:rsidRDefault="006C7EF4"/>
  </w:endnote>
  <w:endnote w:type="continuationSeparator" w:id="0">
    <w:p w14:paraId="6C9C2919" w14:textId="77777777" w:rsidR="006C7EF4" w:rsidRDefault="006C7EF4" w:rsidP="00BF3F0A">
      <w:r>
        <w:continuationSeparator/>
      </w:r>
    </w:p>
    <w:p w14:paraId="3DE19FB7" w14:textId="77777777" w:rsidR="006C7EF4" w:rsidRDefault="006C7E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2E8E7" w14:textId="77777777" w:rsidR="006C7EF4" w:rsidRDefault="006C7EF4" w:rsidP="00BF3F0A">
      <w:r>
        <w:separator/>
      </w:r>
    </w:p>
    <w:p w14:paraId="381DAF93" w14:textId="77777777" w:rsidR="006C7EF4" w:rsidRDefault="006C7EF4"/>
  </w:footnote>
  <w:footnote w:type="continuationSeparator" w:id="0">
    <w:p w14:paraId="2C16FDD0" w14:textId="77777777" w:rsidR="006C7EF4" w:rsidRDefault="006C7EF4" w:rsidP="00BF3F0A">
      <w:r>
        <w:continuationSeparator/>
      </w:r>
    </w:p>
    <w:p w14:paraId="0913DE98" w14:textId="77777777" w:rsidR="006C7EF4" w:rsidRDefault="006C7E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171AA957" w:rsidR="009C2650" w:rsidRPr="007853B1" w:rsidRDefault="00544BAC" w:rsidP="007853B1">
    <w:sdt>
      <w:sdtPr>
        <w:rPr>
          <w:lang w:eastAsia="en-US"/>
        </w:rPr>
        <w:id w:val="386540929"/>
        <w:docPartObj>
          <w:docPartGallery w:val="Watermarks"/>
          <w:docPartUnique/>
        </w:docPartObj>
      </w:sdtPr>
      <w:sdtEndPr/>
      <w:sdtContent>
        <w:r>
          <w:rPr>
            <w:lang w:eastAsia="en-US"/>
          </w:rPr>
          <w:pict w14:anchorId="7ABF6A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853B1" w:rsidRPr="007853B1">
      <w:rPr>
        <w:lang w:eastAsia="en-US"/>
      </w:rPr>
      <w:t>AMP</w:t>
    </w:r>
    <w:r w:rsidR="007634B8">
      <w:t>MGT5</w:t>
    </w:r>
    <w:r w:rsidR="007853B1" w:rsidRPr="007853B1">
      <w:rPr>
        <w:lang w:eastAsia="en-US"/>
      </w:rPr>
      <w:t>X</w:t>
    </w:r>
    <w:r w:rsidR="007634B8">
      <w:t>1</w:t>
    </w:r>
    <w:r w:rsidR="007853B1" w:rsidRPr="007853B1">
      <w:rPr>
        <w:lang w:eastAsia="en-US"/>
      </w:rPr>
      <w:t xml:space="preserve"> Develop and implement a TACCP and VACCP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860E21"/>
    <w:multiLevelType w:val="multilevel"/>
    <w:tmpl w:val="855239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93D5C04"/>
    <w:multiLevelType w:val="multilevel"/>
    <w:tmpl w:val="9806A9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936D01"/>
    <w:multiLevelType w:val="multilevel"/>
    <w:tmpl w:val="3F52A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232663"/>
    <w:multiLevelType w:val="multilevel"/>
    <w:tmpl w:val="CE0C32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D30003"/>
    <w:multiLevelType w:val="multilevel"/>
    <w:tmpl w:val="4CBA05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21C2C0D"/>
    <w:multiLevelType w:val="multilevel"/>
    <w:tmpl w:val="68B09E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E177C4"/>
    <w:multiLevelType w:val="multilevel"/>
    <w:tmpl w:val="C4BE50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FE005B"/>
    <w:multiLevelType w:val="multilevel"/>
    <w:tmpl w:val="C1BCFD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172D2B"/>
    <w:multiLevelType w:val="multilevel"/>
    <w:tmpl w:val="05366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1EB6D78"/>
    <w:multiLevelType w:val="multilevel"/>
    <w:tmpl w:val="C1FEDE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764A08"/>
    <w:multiLevelType w:val="multilevel"/>
    <w:tmpl w:val="9AFC23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454592"/>
    <w:multiLevelType w:val="multilevel"/>
    <w:tmpl w:val="74D0E7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A0E7485"/>
    <w:multiLevelType w:val="multilevel"/>
    <w:tmpl w:val="D6947C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708023455">
    <w:abstractNumId w:val="13"/>
  </w:num>
  <w:num w:numId="2" w16cid:durableId="221911535">
    <w:abstractNumId w:val="7"/>
  </w:num>
  <w:num w:numId="3" w16cid:durableId="268510106">
    <w:abstractNumId w:val="4"/>
  </w:num>
  <w:num w:numId="4" w16cid:durableId="1337461064">
    <w:abstractNumId w:val="26"/>
  </w:num>
  <w:num w:numId="5" w16cid:durableId="891234233">
    <w:abstractNumId w:val="2"/>
  </w:num>
  <w:num w:numId="6" w16cid:durableId="748425828">
    <w:abstractNumId w:val="12"/>
  </w:num>
  <w:num w:numId="7" w16cid:durableId="1844666436">
    <w:abstractNumId w:val="3"/>
  </w:num>
  <w:num w:numId="8" w16cid:durableId="1894192591">
    <w:abstractNumId w:val="0"/>
  </w:num>
  <w:num w:numId="9" w16cid:durableId="662514287">
    <w:abstractNumId w:val="25"/>
  </w:num>
  <w:num w:numId="10" w16cid:durableId="353119006">
    <w:abstractNumId w:val="18"/>
  </w:num>
  <w:num w:numId="11" w16cid:durableId="1270357665">
    <w:abstractNumId w:val="23"/>
  </w:num>
  <w:num w:numId="12" w16cid:durableId="390349988">
    <w:abstractNumId w:val="19"/>
  </w:num>
  <w:num w:numId="13" w16cid:durableId="1663393671">
    <w:abstractNumId w:val="27"/>
  </w:num>
  <w:num w:numId="14" w16cid:durableId="1527255363">
    <w:abstractNumId w:val="5"/>
  </w:num>
  <w:num w:numId="15" w16cid:durableId="53548327">
    <w:abstractNumId w:val="6"/>
  </w:num>
  <w:num w:numId="16" w16cid:durableId="1770081659">
    <w:abstractNumId w:val="28"/>
  </w:num>
  <w:num w:numId="17" w16cid:durableId="1790934043">
    <w:abstractNumId w:val="20"/>
  </w:num>
  <w:num w:numId="18" w16cid:durableId="269557672">
    <w:abstractNumId w:val="21"/>
  </w:num>
  <w:num w:numId="19" w16cid:durableId="84150907">
    <w:abstractNumId w:val="17"/>
  </w:num>
  <w:num w:numId="20" w16cid:durableId="1200362776">
    <w:abstractNumId w:val="10"/>
  </w:num>
  <w:num w:numId="21" w16cid:durableId="1622413980">
    <w:abstractNumId w:val="11"/>
  </w:num>
  <w:num w:numId="22" w16cid:durableId="776022071">
    <w:abstractNumId w:val="14"/>
  </w:num>
  <w:num w:numId="23" w16cid:durableId="1465002040">
    <w:abstractNumId w:val="1"/>
  </w:num>
  <w:num w:numId="24" w16cid:durableId="215557300">
    <w:abstractNumId w:val="22"/>
  </w:num>
  <w:num w:numId="25" w16cid:durableId="803621124">
    <w:abstractNumId w:val="24"/>
  </w:num>
  <w:num w:numId="26" w16cid:durableId="713693409">
    <w:abstractNumId w:val="15"/>
  </w:num>
  <w:num w:numId="27" w16cid:durableId="1586843262">
    <w:abstractNumId w:val="16"/>
  </w:num>
  <w:num w:numId="28" w16cid:durableId="1728801341">
    <w:abstractNumId w:val="8"/>
  </w:num>
  <w:num w:numId="29" w16cid:durableId="19192883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231C"/>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02CD"/>
    <w:rsid w:val="000E25E6"/>
    <w:rsid w:val="000E2C86"/>
    <w:rsid w:val="000F283B"/>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2210"/>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1537"/>
    <w:rsid w:val="0038735B"/>
    <w:rsid w:val="003916D1"/>
    <w:rsid w:val="00394C90"/>
    <w:rsid w:val="003A21F0"/>
    <w:rsid w:val="003A277F"/>
    <w:rsid w:val="003A58BA"/>
    <w:rsid w:val="003A5AE7"/>
    <w:rsid w:val="003A7221"/>
    <w:rsid w:val="003B3493"/>
    <w:rsid w:val="003C13AE"/>
    <w:rsid w:val="003C7152"/>
    <w:rsid w:val="003D02B5"/>
    <w:rsid w:val="003D2E73"/>
    <w:rsid w:val="003E72B6"/>
    <w:rsid w:val="003E7BBE"/>
    <w:rsid w:val="004127E3"/>
    <w:rsid w:val="0043212E"/>
    <w:rsid w:val="00434366"/>
    <w:rsid w:val="00434ECE"/>
    <w:rsid w:val="00442791"/>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3BDC"/>
    <w:rsid w:val="004B7A28"/>
    <w:rsid w:val="004C2244"/>
    <w:rsid w:val="004C79A1"/>
    <w:rsid w:val="004D0D5F"/>
    <w:rsid w:val="004D1569"/>
    <w:rsid w:val="004D44B1"/>
    <w:rsid w:val="004E0460"/>
    <w:rsid w:val="004E1579"/>
    <w:rsid w:val="004E5FAE"/>
    <w:rsid w:val="004E6245"/>
    <w:rsid w:val="004E6741"/>
    <w:rsid w:val="004E7094"/>
    <w:rsid w:val="004E7DA9"/>
    <w:rsid w:val="004F5DC7"/>
    <w:rsid w:val="004F78DA"/>
    <w:rsid w:val="0051194B"/>
    <w:rsid w:val="005145AB"/>
    <w:rsid w:val="00520E9A"/>
    <w:rsid w:val="005248C1"/>
    <w:rsid w:val="00526134"/>
    <w:rsid w:val="005404CB"/>
    <w:rsid w:val="005405B2"/>
    <w:rsid w:val="005427C8"/>
    <w:rsid w:val="005446D1"/>
    <w:rsid w:val="00544BAC"/>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B36C8"/>
    <w:rsid w:val="006C2F32"/>
    <w:rsid w:val="006C7EF4"/>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34B8"/>
    <w:rsid w:val="0076523B"/>
    <w:rsid w:val="00771B60"/>
    <w:rsid w:val="00781D77"/>
    <w:rsid w:val="00783549"/>
    <w:rsid w:val="007853B1"/>
    <w:rsid w:val="007860B7"/>
    <w:rsid w:val="00786DC8"/>
    <w:rsid w:val="007A300D"/>
    <w:rsid w:val="007D5A78"/>
    <w:rsid w:val="007D7B19"/>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23A2"/>
    <w:rsid w:val="00BA4178"/>
    <w:rsid w:val="00BA482D"/>
    <w:rsid w:val="00BB1755"/>
    <w:rsid w:val="00BB23F4"/>
    <w:rsid w:val="00BC5075"/>
    <w:rsid w:val="00BC5419"/>
    <w:rsid w:val="00BD3B0F"/>
    <w:rsid w:val="00BE51C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A46BE"/>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7BC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785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0647933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8195186">
      <w:bodyDiv w:val="1"/>
      <w:marLeft w:val="0"/>
      <w:marRight w:val="0"/>
      <w:marTop w:val="0"/>
      <w:marBottom w:val="0"/>
      <w:divBdr>
        <w:top w:val="none" w:sz="0" w:space="0" w:color="auto"/>
        <w:left w:val="none" w:sz="0" w:space="0" w:color="auto"/>
        <w:bottom w:val="none" w:sz="0" w:space="0" w:color="auto"/>
        <w:right w:val="none" w:sz="0" w:space="0" w:color="auto"/>
      </w:divBdr>
    </w:div>
    <w:div w:id="1038240370">
      <w:bodyDiv w:val="1"/>
      <w:marLeft w:val="0"/>
      <w:marRight w:val="0"/>
      <w:marTop w:val="0"/>
      <w:marBottom w:val="0"/>
      <w:divBdr>
        <w:top w:val="none" w:sz="0" w:space="0" w:color="auto"/>
        <w:left w:val="none" w:sz="0" w:space="0" w:color="auto"/>
        <w:bottom w:val="none" w:sz="0" w:space="0" w:color="auto"/>
        <w:right w:val="none" w:sz="0" w:space="0" w:color="auto"/>
      </w:divBdr>
    </w:div>
    <w:div w:id="1407915538">
      <w:bodyDiv w:val="1"/>
      <w:marLeft w:val="0"/>
      <w:marRight w:val="0"/>
      <w:marTop w:val="0"/>
      <w:marBottom w:val="0"/>
      <w:divBdr>
        <w:top w:val="none" w:sz="0" w:space="0" w:color="auto"/>
        <w:left w:val="none" w:sz="0" w:space="0" w:color="auto"/>
        <w:bottom w:val="none" w:sz="0" w:space="0" w:color="auto"/>
        <w:right w:val="none" w:sz="0" w:space="0" w:color="auto"/>
      </w:divBdr>
    </w:div>
    <w:div w:id="191385346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DB1063153584D43A697D5466DD95D4C" ma:contentTypeVersion="" ma:contentTypeDescription="Create a new document." ma:contentTypeScope="" ma:versionID="b2ff7f7eb979dd2260bbe5fc54a7092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purl.org/dc/elements/1.1/"/>
    <ds:schemaRef ds:uri="http://purl.org/dc/dcmitype/"/>
    <ds:schemaRef ds:uri="http://schemas.openxmlformats.org/package/2006/metadata/core-properties"/>
    <ds:schemaRef ds:uri="http://schemas.microsoft.com/office/2006/documentManagement/types"/>
    <ds:schemaRef ds:uri="http://purl.org/dc/terms/"/>
    <ds:schemaRef ds:uri="4d074fc5-4881-4904-900d-cdf408c29254"/>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7CEC52C7-EA24-44D3-BA9B-EC053073B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27</TotalTime>
  <Pages>3</Pages>
  <Words>970</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26</cp:revision>
  <cp:lastPrinted>2016-05-27T05:21:00Z</cp:lastPrinted>
  <dcterms:created xsi:type="dcterms:W3CDTF">2021-08-09T02:15:00Z</dcterms:created>
  <dcterms:modified xsi:type="dcterms:W3CDTF">2022-04-27T05:20:00Z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0x010100EDB1063153584D43A697D5466DD95D4C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ies>
</file>